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 Wzór umowy powierzenia przetwarzania danych -.docx</dmsv2BaseFileName>
    <dmsv2BaseDisplayName xmlns="http://schemas.microsoft.com/sharepoint/v3">Załącznik nr 6 do SWZ -  Wzór umowy powierzenia przetwarzania danych -</dmsv2BaseDisplayName>
    <dmsv2SWPP2ObjectNumber xmlns="http://schemas.microsoft.com/sharepoint/v3">POST/DYS/OLD/GZ/04353/2025                        </dmsv2SWPP2ObjectNumber>
    <dmsv2SWPP2SumMD5 xmlns="http://schemas.microsoft.com/sharepoint/v3">7c04d4f4d05461c5d63e4e470cc2a6d2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23898898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JEUP5JKVCYQC-1440096624-10129</_dlc_DocId>
    <_dlc_DocIdUrl xmlns="a19cb1c7-c5c7-46d4-85ae-d83685407bba">
      <Url>https://swpp2.dms.gkpge.pl/sites/41/_layouts/15/DocIdRedir.aspx?ID=JEUP5JKVCYQC-1440096624-10129</Url>
      <Description>JEUP5JKVCYQC-1440096624-10129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BA0C22CF-8BFD-4D0F-AA02-CE87F65E3F05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0E5A92E-93C2-4102-AB75-D9A754F48F48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5db3a6fa-f9c6-42c4-8a75-e85136d2eb62</vt:lpwstr>
  </property>
</Properties>
</file>